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BD1" w:rsidRPr="00555BD1" w:rsidRDefault="00555BD1" w:rsidP="00555BD1"/>
    <w:p w:rsidR="00555BD1" w:rsidRPr="00555BD1" w:rsidRDefault="00555BD1" w:rsidP="00555BD1"/>
    <w:p w:rsidR="00234D92" w:rsidRPr="00E95E29" w:rsidRDefault="00234D92" w:rsidP="00E95E29"/>
    <w:p w:rsidR="00E95E29" w:rsidRPr="00E95E29" w:rsidRDefault="00D25B06" w:rsidP="00E95E29">
      <w:r>
        <w:rPr>
          <w:noProof/>
          <w:lang w:eastAsia="en-US"/>
        </w:rPr>
        <mc:AlternateContent>
          <mc:Choice Requires="wps">
            <w:drawing>
              <wp:anchor distT="0" distB="0" distL="114300" distR="114300" simplePos="0" relativeHeight="251648504" behindDoc="1" locked="0" layoutInCell="1" allowOverlap="1">
                <wp:simplePos x="0" y="0"/>
                <wp:positionH relativeFrom="column">
                  <wp:posOffset>4961255</wp:posOffset>
                </wp:positionH>
                <wp:positionV relativeFrom="paragraph">
                  <wp:posOffset>75565</wp:posOffset>
                </wp:positionV>
                <wp:extent cx="4102100" cy="6261100"/>
                <wp:effectExtent l="27305" t="25400" r="33020" b="47625"/>
                <wp:wrapNone/>
                <wp:docPr id="9"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2100" cy="6261100"/>
                        </a:xfrm>
                        <a:prstGeom prst="roundRect">
                          <a:avLst>
                            <a:gd name="adj" fmla="val 16667"/>
                          </a:avLst>
                        </a:prstGeom>
                        <a:solidFill>
                          <a:schemeClr val="accent4">
                            <a:lumMod val="100000"/>
                            <a:lumOff val="0"/>
                            <a:alpha val="21001"/>
                          </a:schemeClr>
                        </a:solidFill>
                        <a:ln w="38100" cmpd="sng">
                          <a:solidFill>
                            <a:schemeClr val="lt1">
                              <a:lumMod val="95000"/>
                              <a:lumOff val="0"/>
                            </a:schemeClr>
                          </a:solidFill>
                          <a:prstDash val="solid"/>
                          <a:round/>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8" o:spid="_x0000_s1026" style="position:absolute;margin-left:390.65pt;margin-top:5.95pt;width:323pt;height:493pt;z-index:-251667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" fillcolor="#8064a2 [3207]" strokecolor="#f2f2f2 [3041]" strokeweight="3pt">
                <v:fill opacity="13878f"/>
                <v:shadow on="t" color="#3f3151 [1607]" opacity=".5" offset="1pt"/>
              </v:roundrect>
            </w:pict>
          </mc:Fallback>
        </mc:AlternateContent>
      </w:r>
      <w:r>
        <w:rPr>
          <w:noProof/>
          <w:lang w:eastAsia="en-US"/>
        </w:rPr>
        <mc:AlternateContent>
          <mc:Choice Requires="wps">
            <w:drawing>
              <wp:anchor distT="0" distB="0" distL="114300" distR="114300" simplePos="0" relativeHeight="251657728" behindDoc="1" locked="0" layoutInCell="1" allowOverlap="1">
                <wp:simplePos x="0" y="0"/>
                <wp:positionH relativeFrom="page">
                  <wp:posOffset>2112010</wp:posOffset>
                </wp:positionH>
                <wp:positionV relativeFrom="page">
                  <wp:posOffset>6370955</wp:posOffset>
                </wp:positionV>
                <wp:extent cx="1858645" cy="588645"/>
                <wp:effectExtent l="0" t="0" r="1270" b="0"/>
                <wp:wrapNone/>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8645" cy="588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64F" w:rsidRPr="00555BD1" w:rsidRDefault="0001664F" w:rsidP="0001664F">
                            <w:pPr>
                              <w:pStyle w:val="Heading2"/>
                            </w:pPr>
                            <w:r w:rsidRPr="00555BD1">
                              <w:t xml:space="preserve">Program </w:t>
                            </w:r>
                            <w:r w:rsidR="0032777B">
                              <w:t>text</w:t>
                            </w:r>
                            <w:r w:rsidRPr="00555BD1">
                              <w:t xml:space="preserve"> by:</w:t>
                            </w:r>
                          </w:p>
                          <w:p w:rsidR="0001664F" w:rsidRPr="00555BD1" w:rsidRDefault="00036528" w:rsidP="0001664F">
                            <w:pPr>
                              <w:pStyle w:val="Heading3"/>
                            </w:pPr>
                            <w:r>
                              <w:t>Micah Strafford &amp;</w:t>
                            </w:r>
                          </w:p>
                          <w:p w:rsidR="0001664F" w:rsidRPr="008D5B4A" w:rsidRDefault="00036528" w:rsidP="00BA2E72">
                            <w:pPr>
                              <w:pStyle w:val="Heading3"/>
                              <w:rPr>
                                <w:noProof/>
                              </w:rPr>
                            </w:pPr>
                            <w:r>
                              <w:t>Talaysia</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166.3pt;margin-top:501.65pt;width:146.35pt;height:46.3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YdttgIAAME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" filled="f" stroked="f">
                <v:textbox style="mso-fit-shape-to-text:t">
                  <w:txbxContent>
                    <w:p w:rsidR="0001664F" w:rsidRPr="00555BD1" w:rsidRDefault="0001664F" w:rsidP="0001664F">
                      <w:pPr>
                        <w:pStyle w:val="Heading2"/>
                      </w:pPr>
                      <w:r w:rsidRPr="00555BD1">
                        <w:t xml:space="preserve">Program </w:t>
                      </w:r>
                      <w:r w:rsidR="0032777B">
                        <w:t>text</w:t>
                      </w:r>
                      <w:r w:rsidRPr="00555BD1">
                        <w:t xml:space="preserve"> by:</w:t>
                      </w:r>
                    </w:p>
                    <w:p w:rsidR="0001664F" w:rsidRPr="00555BD1" w:rsidRDefault="00036528" w:rsidP="0001664F">
                      <w:pPr>
                        <w:pStyle w:val="Heading3"/>
                      </w:pPr>
                      <w:r>
                        <w:t>Micah Strafford &amp;</w:t>
                      </w:r>
                    </w:p>
                    <w:p w:rsidR="0001664F" w:rsidRPr="008D5B4A" w:rsidRDefault="00036528" w:rsidP="00BA2E72">
                      <w:pPr>
                        <w:pStyle w:val="Heading3"/>
                        <w:rPr>
                          <w:noProof/>
                        </w:rPr>
                      </w:pPr>
                      <w:r>
                        <w:t>Talaysia</w:t>
                      </w:r>
                    </w:p>
                  </w:txbxContent>
                </v:textbox>
                <w10:wrap anchorx="page" anchory="page"/>
              </v:shape>
            </w:pict>
          </mc:Fallback>
        </mc:AlternateContent>
      </w:r>
      <w:r w:rsidR="00937CA9" w:rsidRPr="00E95E29">
        <w:br w:type="column"/>
      </w:r>
    </w:p>
    <w:p w:rsidR="00666BFA" w:rsidRPr="00E95E29" w:rsidRDefault="00D25B06" w:rsidP="00E95E29">
      <w:r>
        <w:rPr>
          <w:noProof/>
          <w:lang w:eastAsia="en-US"/>
        </w:rPr>
        <mc:AlternateContent>
          <mc:Choice Requires="wps">
            <w:drawing>
              <wp:anchor distT="0" distB="0" distL="114300" distR="114300" simplePos="0" relativeHeight="251661824" behindDoc="0" locked="0" layoutInCell="1" allowOverlap="1">
                <wp:simplePos x="0" y="0"/>
                <wp:positionH relativeFrom="column">
                  <wp:posOffset>741045</wp:posOffset>
                </wp:positionH>
                <wp:positionV relativeFrom="paragraph">
                  <wp:posOffset>3010535</wp:posOffset>
                </wp:positionV>
                <wp:extent cx="2570480" cy="2478405"/>
                <wp:effectExtent l="0" t="0" r="32385" b="48260"/>
                <wp:wrapNone/>
                <wp:docPr id="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0480" cy="2478405"/>
                        </a:xfrm>
                        <a:prstGeom prst="rect">
                          <a:avLst/>
                        </a:prstGeom>
                        <a:solidFill>
                          <a:srgbClr val="FFC000"/>
                        </a:solidFill>
                        <a:ln w="12700" cap="flat" cmpd="sng" algn="ctr">
                          <a:solidFill>
                            <a:schemeClr val="accent4">
                              <a:lumMod val="60000"/>
                              <a:lumOff val="40000"/>
                            </a:schemeClr>
                          </a:solidFill>
                          <a:prstDash val="solid"/>
                          <a:miter lim="800000"/>
                          <a:headEnd/>
                          <a:tailEnd/>
                        </a:ln>
                        <a:effectLst>
                          <a:outerShdw dist="28398" dir="3806097" algn="ctr" rotWithShape="0">
                            <a:schemeClr val="accent4">
                              <a:lumMod val="50000"/>
                              <a:lumOff val="0"/>
                              <a:alpha val="50000"/>
                            </a:schemeClr>
                          </a:outerShdw>
                        </a:effectLst>
                      </wps:spPr>
                      <wps:txbx>
                        <w:txbxContent>
                          <w:p w:rsidR="008D5EFD" w:rsidRDefault="00D25B06">
                            <w:r>
                              <w:rPr>
                                <w:noProof/>
                                <w:lang w:eastAsia="en-US"/>
                              </w:rPr>
                              <w:drawing>
                                <wp:inline distT="0" distB="0" distL="0" distR="0">
                                  <wp:extent cx="2374900" cy="2374900"/>
                                  <wp:effectExtent l="0" t="0" r="635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4900" cy="23749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58.35pt;margin-top:237.05pt;width:202.4pt;height:195.1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" fillcolor="#ffc000" strokecolor="#b2a1c7 [1943]" strokeweight="1pt">
                <v:shadow on="t" color="#3f3151 [1607]" opacity=".5" offset="1pt"/>
                <v:textbox style="mso-fit-shape-to-text:t">
                  <w:txbxContent>
                    <w:p w:rsidR="008D5EFD" w:rsidRDefault="00D25B06">
                      <w:r>
                        <w:rPr>
                          <w:noProof/>
                          <w:lang w:eastAsia="en-US"/>
                        </w:rPr>
                        <w:drawing>
                          <wp:inline distT="0" distB="0" distL="0" distR="0">
                            <wp:extent cx="2374900" cy="2374900"/>
                            <wp:effectExtent l="0" t="0" r="635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4900" cy="2374900"/>
                                    </a:xfrm>
                                    <a:prstGeom prst="rect">
                                      <a:avLst/>
                                    </a:prstGeom>
                                    <a:noFill/>
                                    <a:ln>
                                      <a:noFill/>
                                    </a:ln>
                                  </pic:spPr>
                                </pic:pic>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656704" behindDoc="1" locked="0" layoutInCell="1" allowOverlap="1">
                <wp:simplePos x="0" y="0"/>
                <wp:positionH relativeFrom="page">
                  <wp:posOffset>6371590</wp:posOffset>
                </wp:positionH>
                <wp:positionV relativeFrom="page">
                  <wp:posOffset>1446530</wp:posOffset>
                </wp:positionV>
                <wp:extent cx="2580640" cy="1006475"/>
                <wp:effectExtent l="0" t="0" r="1270" b="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640" cy="1006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712E" w:rsidRPr="00E95E29" w:rsidRDefault="00036528" w:rsidP="0001664F">
                            <w:pPr>
                              <w:pStyle w:val="Heading2"/>
                            </w:pPr>
                            <w:r>
                              <w:t>Eugene Ashley High School</w:t>
                            </w:r>
                          </w:p>
                          <w:p w:rsidR="006B712E" w:rsidRPr="00E95E29" w:rsidRDefault="00036528" w:rsidP="0001664F">
                            <w:pPr>
                              <w:pStyle w:val="Heading1"/>
                            </w:pPr>
                            <w:r>
                              <w:t>When Julius Sees Her</w:t>
                            </w:r>
                          </w:p>
                          <w:p w:rsidR="006B712E" w:rsidRPr="00E95E29" w:rsidRDefault="00036528" w:rsidP="0001664F">
                            <w:pPr>
                              <w:pStyle w:val="Heading3"/>
                            </w:pPr>
                            <w:r>
                              <w:t>Saturday, May 1</w:t>
                            </w:r>
                            <w:r w:rsidRPr="00036528">
                              <w:rPr>
                                <w:vertAlign w:val="superscript"/>
                              </w:rPr>
                              <w:t>st</w:t>
                            </w:r>
                            <w:r>
                              <w:rPr>
                                <w:vertAlign w:val="superscript"/>
                              </w:rPr>
                              <w:t xml:space="preserve"> </w:t>
                            </w:r>
                            <w:r>
                              <w:t>-</w:t>
                            </w:r>
                            <w:proofErr w:type="gramStart"/>
                            <w:r>
                              <w:t>5</w:t>
                            </w:r>
                            <w:r w:rsidRPr="00036528">
                              <w:rPr>
                                <w:vertAlign w:val="superscript"/>
                              </w:rPr>
                              <w:t>th</w:t>
                            </w:r>
                            <w:r>
                              <w:t xml:space="preserve"> ,</w:t>
                            </w:r>
                            <w:proofErr w:type="gramEnd"/>
                            <w:r>
                              <w:t xml:space="preserve"> 2011</w:t>
                            </w:r>
                          </w:p>
                          <w:p w:rsidR="006B712E" w:rsidRPr="008B1267" w:rsidRDefault="00036528" w:rsidP="0001664F">
                            <w:pPr>
                              <w:pStyle w:val="Heading3"/>
                            </w:pPr>
                            <w:r>
                              <w:t>7:30-10:00 p.m.</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margin-left:501.7pt;margin-top:113.9pt;width:203.2pt;height:79.2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iBBtw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" filled="f" stroked="f">
                <v:textbox style="mso-fit-shape-to-text:t">
                  <w:txbxContent>
                    <w:p w:rsidR="006B712E" w:rsidRPr="00E95E29" w:rsidRDefault="00036528" w:rsidP="0001664F">
                      <w:pPr>
                        <w:pStyle w:val="Heading2"/>
                      </w:pPr>
                      <w:r>
                        <w:t>Eugene Ashley High School</w:t>
                      </w:r>
                    </w:p>
                    <w:p w:rsidR="006B712E" w:rsidRPr="00E95E29" w:rsidRDefault="00036528" w:rsidP="0001664F">
                      <w:pPr>
                        <w:pStyle w:val="Heading1"/>
                      </w:pPr>
                      <w:r>
                        <w:t>When Julius Sees Her</w:t>
                      </w:r>
                    </w:p>
                    <w:p w:rsidR="006B712E" w:rsidRPr="00E95E29" w:rsidRDefault="00036528" w:rsidP="0001664F">
                      <w:pPr>
                        <w:pStyle w:val="Heading3"/>
                      </w:pPr>
                      <w:r>
                        <w:t>Saturday, May 1</w:t>
                      </w:r>
                      <w:r w:rsidRPr="00036528">
                        <w:rPr>
                          <w:vertAlign w:val="superscript"/>
                        </w:rPr>
                        <w:t>st</w:t>
                      </w:r>
                      <w:r>
                        <w:rPr>
                          <w:vertAlign w:val="superscript"/>
                        </w:rPr>
                        <w:t xml:space="preserve"> </w:t>
                      </w:r>
                      <w:r>
                        <w:t>-</w:t>
                      </w:r>
                      <w:proofErr w:type="gramStart"/>
                      <w:r>
                        <w:t>5</w:t>
                      </w:r>
                      <w:r w:rsidRPr="00036528">
                        <w:rPr>
                          <w:vertAlign w:val="superscript"/>
                        </w:rPr>
                        <w:t>th</w:t>
                      </w:r>
                      <w:r>
                        <w:t xml:space="preserve"> ,</w:t>
                      </w:r>
                      <w:proofErr w:type="gramEnd"/>
                      <w:r>
                        <w:t xml:space="preserve"> 2011</w:t>
                      </w:r>
                    </w:p>
                    <w:p w:rsidR="006B712E" w:rsidRPr="008B1267" w:rsidRDefault="00036528" w:rsidP="0001664F">
                      <w:pPr>
                        <w:pStyle w:val="Heading3"/>
                      </w:pPr>
                      <w:r>
                        <w:t>7:30-10:00 p.m.</w:t>
                      </w:r>
                    </w:p>
                  </w:txbxContent>
                </v:textbox>
                <w10:wrap anchorx="page" anchory="page"/>
              </v:shape>
            </w:pict>
          </mc:Fallback>
        </mc:AlternateContent>
      </w:r>
      <w:r w:rsidR="00234D92" w:rsidRPr="00E95E29">
        <w:br w:type="page"/>
      </w:r>
      <w:r>
        <w:rPr>
          <w:noProof/>
          <w:lang w:eastAsia="en-US"/>
        </w:rPr>
        <w:lastRenderedPageBreak/>
        <mc:AlternateContent>
          <mc:Choice Requires="wps">
            <w:drawing>
              <wp:anchor distT="0" distB="0" distL="114300" distR="114300" simplePos="0" relativeHeight="251649529" behindDoc="1" locked="0" layoutInCell="1" allowOverlap="1">
                <wp:simplePos x="0" y="0"/>
                <wp:positionH relativeFrom="column">
                  <wp:posOffset>842645</wp:posOffset>
                </wp:positionH>
                <wp:positionV relativeFrom="paragraph">
                  <wp:posOffset>990600</wp:posOffset>
                </wp:positionV>
                <wp:extent cx="3429000" cy="4749800"/>
                <wp:effectExtent l="13970" t="9525" r="14605" b="31750"/>
                <wp:wrapNone/>
                <wp:docPr id="5"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0" cy="4749800"/>
                        </a:xfrm>
                        <a:prstGeom prst="roundRect">
                          <a:avLst>
                            <a:gd name="adj" fmla="val 16667"/>
                          </a:avLst>
                        </a:prstGeom>
                        <a:gradFill rotWithShape="0">
                          <a:gsLst>
                            <a:gs pos="0">
                              <a:schemeClr val="lt1">
                                <a:lumMod val="100000"/>
                                <a:lumOff val="0"/>
                              </a:schemeClr>
                            </a:gs>
                            <a:gs pos="100000">
                              <a:schemeClr val="accent4">
                                <a:lumMod val="40000"/>
                                <a:lumOff val="60000"/>
                              </a:schemeClr>
                            </a:gs>
                          </a:gsLst>
                          <a:lin ang="5400000" scaled="1"/>
                        </a:gradFill>
                        <a:ln w="12700" cmpd="sng">
                          <a:solidFill>
                            <a:schemeClr val="accent4">
                              <a:lumMod val="60000"/>
                              <a:lumOff val="40000"/>
                            </a:schemeClr>
                          </a:solidFill>
                          <a:prstDash val="solid"/>
                          <a:round/>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4" o:spid="_x0000_s1026" style="position:absolute;margin-left:66.35pt;margin-top:78pt;width:270pt;height:374pt;z-index:-2516669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" fillcolor="white [3201]" strokecolor="#b2a1c7 [1943]" strokeweight="1pt">
                <v:fill color2="#ccc0d9 [1303]" focus="100%" type="gradient"/>
                <v:shadow on="t" color="#3f3151 [1607]" opacity=".5" offset="1pt"/>
              </v:roundrect>
            </w:pict>
          </mc:Fallback>
        </mc:AlternateContent>
      </w:r>
      <w:r>
        <w:rPr>
          <w:noProof/>
          <w:lang w:eastAsia="en-US"/>
        </w:rPr>
        <mc:AlternateContent>
          <mc:Choice Requires="wps">
            <w:drawing>
              <wp:anchor distT="0" distB="0" distL="114300" distR="114300" simplePos="0" relativeHeight="251654141" behindDoc="1" locked="0" layoutInCell="1" allowOverlap="1">
                <wp:simplePos x="0" y="0"/>
                <wp:positionH relativeFrom="page">
                  <wp:posOffset>990600</wp:posOffset>
                </wp:positionH>
                <wp:positionV relativeFrom="page">
                  <wp:posOffset>1036320</wp:posOffset>
                </wp:positionV>
                <wp:extent cx="8031480" cy="5654040"/>
                <wp:effectExtent l="19050" t="19050" r="26670" b="22860"/>
                <wp:wrapNone/>
                <wp:docPr id="4"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1480" cy="5654040"/>
                        </a:xfrm>
                        <a:prstGeom prst="rect">
                          <a:avLst/>
                        </a:prstGeom>
                        <a:solidFill>
                          <a:srgbClr val="FFFFFF">
                            <a:alpha val="50000"/>
                          </a:srgbClr>
                        </a:solidFill>
                        <a:ln w="44450" cap="flat">
                          <a:solidFill>
                            <a:srgbClr val="FFC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78pt;margin-top:81.6pt;width:632.4pt;height:445.2pt;z-index:-2516623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" strokecolor="#ffc000" strokeweight="3.5pt">
                <v:fill opacity="32896f"/>
                <v:stroke dashstyle="1 1"/>
                <w10:wrap anchorx="page" anchory="page"/>
              </v:rect>
            </w:pict>
          </mc:Fallback>
        </mc:AlternateContent>
      </w:r>
      <w:r>
        <w:rPr>
          <w:noProof/>
          <w:lang w:eastAsia="en-US"/>
        </w:rPr>
        <mc:AlternateContent>
          <mc:Choice Requires="wps">
            <w:drawing>
              <wp:anchor distT="0" distB="0" distL="114300" distR="114300" simplePos="0" relativeHeight="251659776" behindDoc="1" locked="0" layoutInCell="1" allowOverlap="1">
                <wp:simplePos x="0" y="0"/>
                <wp:positionH relativeFrom="page">
                  <wp:posOffset>1299845</wp:posOffset>
                </wp:positionH>
                <wp:positionV relativeFrom="page">
                  <wp:posOffset>1791335</wp:posOffset>
                </wp:positionV>
                <wp:extent cx="3277235" cy="4037965"/>
                <wp:effectExtent l="4445" t="635" r="4445" b="635"/>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7235" cy="403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4578" w:rsidRDefault="006C1B09" w:rsidP="006C1B09">
                            <w:pPr>
                              <w:pStyle w:val="InsideText"/>
                              <w:jc w:val="center"/>
                              <w:rPr>
                                <w:sz w:val="40"/>
                                <w:szCs w:val="40"/>
                              </w:rPr>
                            </w:pPr>
                            <w:r w:rsidRPr="006C1B09">
                              <w:rPr>
                                <w:sz w:val="40"/>
                                <w:szCs w:val="40"/>
                              </w:rPr>
                              <w:t>Cast</w:t>
                            </w:r>
                          </w:p>
                          <w:p w:rsidR="006C1B09" w:rsidRDefault="007719FC" w:rsidP="006C1B09">
                            <w:pPr>
                              <w:pStyle w:val="InsideText"/>
                              <w:jc w:val="center"/>
                            </w:pPr>
                            <w:r>
                              <w:rPr>
                                <w:b/>
                              </w:rPr>
                              <w:t>Tiffani Whitley</w:t>
                            </w:r>
                            <w:r w:rsidR="006C1B09">
                              <w:t xml:space="preserve"> …..</w:t>
                            </w:r>
                            <w:r w:rsidR="006C1B09">
                              <w:t>Darma</w:t>
                            </w:r>
                          </w:p>
                          <w:p w:rsidR="006C1B09" w:rsidRDefault="006C1B09" w:rsidP="006C1B09">
                            <w:pPr>
                              <w:pStyle w:val="InsideText"/>
                              <w:jc w:val="center"/>
                            </w:pPr>
                            <w:r w:rsidRPr="006C1B09">
                              <w:rPr>
                                <w:b/>
                              </w:rPr>
                              <w:t>Micah Strafford</w:t>
                            </w:r>
                            <w:r>
                              <w:t xml:space="preserve"> …..</w:t>
                            </w:r>
                            <w:r>
                              <w:t>Julius</w:t>
                            </w:r>
                          </w:p>
                          <w:p w:rsidR="006C1B09" w:rsidRDefault="006C1B09" w:rsidP="006C1B09">
                            <w:pPr>
                              <w:pStyle w:val="InsideText"/>
                              <w:jc w:val="center"/>
                            </w:pPr>
                            <w:r w:rsidRPr="006C1B09">
                              <w:rPr>
                                <w:b/>
                              </w:rPr>
                              <w:t>Talaysia Campbell</w:t>
                            </w:r>
                            <w:r>
                              <w:t xml:space="preserve"> …..</w:t>
                            </w:r>
                            <w:r>
                              <w:t>Darma’s best friend and fellow waitress</w:t>
                            </w:r>
                          </w:p>
                          <w:p w:rsidR="006C1B09" w:rsidRDefault="006C1B09" w:rsidP="006C1B09">
                            <w:pPr>
                              <w:pStyle w:val="InsideText"/>
                              <w:jc w:val="center"/>
                            </w:pPr>
                            <w:r w:rsidRPr="006C1B09">
                              <w:rPr>
                                <w:b/>
                              </w:rPr>
                              <w:t>Mrs. Haney</w:t>
                            </w:r>
                            <w:r>
                              <w:t xml:space="preserve"> …..</w:t>
                            </w:r>
                            <w:r>
                              <w:t>Cook at the diner</w:t>
                            </w:r>
                          </w:p>
                          <w:p w:rsidR="006C1B09" w:rsidRDefault="006C1B09" w:rsidP="006C1B09">
                            <w:pPr>
                              <w:pStyle w:val="InsideText"/>
                              <w:jc w:val="center"/>
                            </w:pPr>
                            <w:r w:rsidRPr="006C1B09">
                              <w:rPr>
                                <w:b/>
                              </w:rPr>
                              <w:t>Ian He</w:t>
                            </w:r>
                            <w:r>
                              <w:rPr>
                                <w:b/>
                              </w:rPr>
                              <w:t>dglin</w:t>
                            </w:r>
                            <w:r>
                              <w:t xml:space="preserve"> …..</w:t>
                            </w:r>
                            <w:r>
                              <w:t>Frequent patron at the diner</w:t>
                            </w:r>
                          </w:p>
                          <w:p w:rsidR="006C1B09" w:rsidRDefault="006C1B09" w:rsidP="006C1B09">
                            <w:pPr>
                              <w:pStyle w:val="InsideText"/>
                              <w:jc w:val="center"/>
                            </w:pPr>
                          </w:p>
                          <w:p w:rsidR="006C1B09" w:rsidRPr="00947EC9" w:rsidRDefault="006C1B09" w:rsidP="006C1B09">
                            <w:pPr>
                              <w:pStyle w:val="InsideText"/>
                              <w:jc w:val="center"/>
                            </w:pPr>
                            <w:r>
                              <w:t>The setting is at a Diner</w:t>
                            </w:r>
                          </w:p>
                          <w:p w:rsidR="006C1B09" w:rsidRPr="006C1B09" w:rsidRDefault="00D25B06" w:rsidP="006C1B09">
                            <w:pPr>
                              <w:pStyle w:val="InsideText"/>
                              <w:jc w:val="center"/>
                              <w:rPr>
                                <w:sz w:val="40"/>
                                <w:szCs w:val="40"/>
                              </w:rPr>
                            </w:pPr>
                            <w:r>
                              <w:rPr>
                                <w:noProof/>
                                <w:sz w:val="40"/>
                                <w:szCs w:val="40"/>
                                <w:lang w:eastAsia="en-US"/>
                              </w:rPr>
                              <w:drawing>
                                <wp:inline distT="0" distB="0" distL="0" distR="0">
                                  <wp:extent cx="2070100" cy="1562100"/>
                                  <wp:effectExtent l="0" t="0" r="6350" b="0"/>
                                  <wp:docPr id="43" name="Picture 43" descr="Robert Gniewek: Rosie's Diner #7, 2004 - Pa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Robert Gniewek: Rosie's Diner #7, 2004 - Painting"/>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2070100" cy="15621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029" type="#_x0000_t202" style="position:absolute;margin-left:102.35pt;margin-top:141.05pt;width:258.05pt;height:317.9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De6uQIAAMI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" filled="f" stroked="f">
                <v:textbox style="mso-fit-shape-to-text:t">
                  <w:txbxContent>
                    <w:p w:rsidR="00254578" w:rsidRDefault="006C1B09" w:rsidP="006C1B09">
                      <w:pPr>
                        <w:pStyle w:val="InsideText"/>
                        <w:jc w:val="center"/>
                        <w:rPr>
                          <w:sz w:val="40"/>
                          <w:szCs w:val="40"/>
                        </w:rPr>
                      </w:pPr>
                      <w:r w:rsidRPr="006C1B09">
                        <w:rPr>
                          <w:sz w:val="40"/>
                          <w:szCs w:val="40"/>
                        </w:rPr>
                        <w:t>Cast</w:t>
                      </w:r>
                    </w:p>
                    <w:p w:rsidR="006C1B09" w:rsidRDefault="007719FC" w:rsidP="006C1B09">
                      <w:pPr>
                        <w:pStyle w:val="InsideText"/>
                        <w:jc w:val="center"/>
                      </w:pPr>
                      <w:r>
                        <w:rPr>
                          <w:b/>
                        </w:rPr>
                        <w:t>Tiffani Whitley</w:t>
                      </w:r>
                      <w:r w:rsidR="006C1B09">
                        <w:t xml:space="preserve"> …..</w:t>
                      </w:r>
                      <w:r w:rsidR="006C1B09">
                        <w:t>Darma</w:t>
                      </w:r>
                    </w:p>
                    <w:p w:rsidR="006C1B09" w:rsidRDefault="006C1B09" w:rsidP="006C1B09">
                      <w:pPr>
                        <w:pStyle w:val="InsideText"/>
                        <w:jc w:val="center"/>
                      </w:pPr>
                      <w:r w:rsidRPr="006C1B09">
                        <w:rPr>
                          <w:b/>
                        </w:rPr>
                        <w:t>Micah Strafford</w:t>
                      </w:r>
                      <w:r>
                        <w:t xml:space="preserve"> …..</w:t>
                      </w:r>
                      <w:r>
                        <w:t>Julius</w:t>
                      </w:r>
                    </w:p>
                    <w:p w:rsidR="006C1B09" w:rsidRDefault="006C1B09" w:rsidP="006C1B09">
                      <w:pPr>
                        <w:pStyle w:val="InsideText"/>
                        <w:jc w:val="center"/>
                      </w:pPr>
                      <w:r w:rsidRPr="006C1B09">
                        <w:rPr>
                          <w:b/>
                        </w:rPr>
                        <w:t>Talaysia Campbell</w:t>
                      </w:r>
                      <w:r>
                        <w:t xml:space="preserve"> …..</w:t>
                      </w:r>
                      <w:r>
                        <w:t>Darma’s best friend and fellow waitress</w:t>
                      </w:r>
                    </w:p>
                    <w:p w:rsidR="006C1B09" w:rsidRDefault="006C1B09" w:rsidP="006C1B09">
                      <w:pPr>
                        <w:pStyle w:val="InsideText"/>
                        <w:jc w:val="center"/>
                      </w:pPr>
                      <w:r w:rsidRPr="006C1B09">
                        <w:rPr>
                          <w:b/>
                        </w:rPr>
                        <w:t>Mrs. Haney</w:t>
                      </w:r>
                      <w:r>
                        <w:t xml:space="preserve"> …..</w:t>
                      </w:r>
                      <w:r>
                        <w:t>Cook at the diner</w:t>
                      </w:r>
                    </w:p>
                    <w:p w:rsidR="006C1B09" w:rsidRDefault="006C1B09" w:rsidP="006C1B09">
                      <w:pPr>
                        <w:pStyle w:val="InsideText"/>
                        <w:jc w:val="center"/>
                      </w:pPr>
                      <w:r w:rsidRPr="006C1B09">
                        <w:rPr>
                          <w:b/>
                        </w:rPr>
                        <w:t>Ian He</w:t>
                      </w:r>
                      <w:r>
                        <w:rPr>
                          <w:b/>
                        </w:rPr>
                        <w:t>dglin</w:t>
                      </w:r>
                      <w:r>
                        <w:t xml:space="preserve"> …..</w:t>
                      </w:r>
                      <w:r>
                        <w:t>Frequent patron at the diner</w:t>
                      </w:r>
                    </w:p>
                    <w:p w:rsidR="006C1B09" w:rsidRDefault="006C1B09" w:rsidP="006C1B09">
                      <w:pPr>
                        <w:pStyle w:val="InsideText"/>
                        <w:jc w:val="center"/>
                      </w:pPr>
                    </w:p>
                    <w:p w:rsidR="006C1B09" w:rsidRPr="00947EC9" w:rsidRDefault="006C1B09" w:rsidP="006C1B09">
                      <w:pPr>
                        <w:pStyle w:val="InsideText"/>
                        <w:jc w:val="center"/>
                      </w:pPr>
                      <w:r>
                        <w:t>The setting is at a Diner</w:t>
                      </w:r>
                    </w:p>
                    <w:p w:rsidR="006C1B09" w:rsidRPr="006C1B09" w:rsidRDefault="00D25B06" w:rsidP="006C1B09">
                      <w:pPr>
                        <w:pStyle w:val="InsideText"/>
                        <w:jc w:val="center"/>
                        <w:rPr>
                          <w:sz w:val="40"/>
                          <w:szCs w:val="40"/>
                        </w:rPr>
                      </w:pPr>
                      <w:r>
                        <w:rPr>
                          <w:noProof/>
                          <w:sz w:val="40"/>
                          <w:szCs w:val="40"/>
                          <w:lang w:eastAsia="en-US"/>
                        </w:rPr>
                        <w:drawing>
                          <wp:inline distT="0" distB="0" distL="0" distR="0">
                            <wp:extent cx="2070100" cy="1562100"/>
                            <wp:effectExtent l="0" t="0" r="6350" b="0"/>
                            <wp:docPr id="43" name="Picture 43" descr="Robert Gniewek: Rosie's Diner #7, 2004 - Pa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Robert Gniewek: Rosie's Diner #7, 2004 - Painting"/>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2070100" cy="1562100"/>
                                    </a:xfrm>
                                    <a:prstGeom prst="rect">
                                      <a:avLst/>
                                    </a:prstGeom>
                                    <a:noFill/>
                                    <a:ln>
                                      <a:noFill/>
                                    </a:ln>
                                  </pic:spPr>
                                </pic:pic>
                              </a:graphicData>
                            </a:graphic>
                          </wp:inline>
                        </w:drawing>
                      </w:r>
                    </w:p>
                  </w:txbxContent>
                </v:textbox>
                <w10:wrap anchorx="page" anchory="page"/>
              </v:shape>
            </w:pict>
          </mc:Fallback>
        </mc:AlternateContent>
      </w:r>
      <w:r w:rsidR="006C1B09">
        <w:t>`</w:t>
      </w:r>
      <w:bookmarkStart w:id="0" w:name="_GoBack"/>
      <w:bookmarkEnd w:id="0"/>
      <w:r w:rsidR="003B0E12" w:rsidRPr="00E95E29">
        <w:br w:type="column"/>
      </w:r>
      <w:r>
        <w:rPr>
          <w:noProof/>
          <w:lang w:eastAsia="en-US"/>
        </w:rPr>
        <w:lastRenderedPageBreak/>
        <mc:AlternateContent>
          <mc:Choice Requires="wps">
            <w:drawing>
              <wp:anchor distT="0" distB="0" distL="114300" distR="114300" simplePos="0" relativeHeight="251660800" behindDoc="1" locked="0" layoutInCell="1" allowOverlap="1">
                <wp:simplePos x="0" y="0"/>
                <wp:positionH relativeFrom="page">
                  <wp:posOffset>5493385</wp:posOffset>
                </wp:positionH>
                <wp:positionV relativeFrom="page">
                  <wp:posOffset>1791335</wp:posOffset>
                </wp:positionV>
                <wp:extent cx="3181985" cy="3895725"/>
                <wp:effectExtent l="0" t="635" r="1905" b="635"/>
                <wp:wrapNone/>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89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1B09" w:rsidRDefault="006C1B09" w:rsidP="006C1B09">
                            <w:pPr>
                              <w:jc w:val="center"/>
                              <w:rPr>
                                <w:sz w:val="40"/>
                                <w:szCs w:val="40"/>
                              </w:rPr>
                            </w:pPr>
                            <w:r w:rsidRPr="006C1B09">
                              <w:rPr>
                                <w:sz w:val="40"/>
                                <w:szCs w:val="40"/>
                              </w:rPr>
                              <w:t>Crew</w:t>
                            </w:r>
                          </w:p>
                          <w:p w:rsidR="006C1B09" w:rsidRDefault="006C1B09" w:rsidP="006C1B09">
                            <w:pPr>
                              <w:jc w:val="center"/>
                              <w:rPr>
                                <w:sz w:val="18"/>
                                <w:szCs w:val="18"/>
                              </w:rPr>
                            </w:pPr>
                          </w:p>
                          <w:p w:rsidR="006C1B09" w:rsidRDefault="007719FC" w:rsidP="006C1B09">
                            <w:pPr>
                              <w:jc w:val="center"/>
                              <w:rPr>
                                <w:sz w:val="18"/>
                                <w:szCs w:val="18"/>
                              </w:rPr>
                            </w:pPr>
                            <w:r>
                              <w:rPr>
                                <w:sz w:val="18"/>
                                <w:szCs w:val="18"/>
                              </w:rPr>
                              <w:t>Director …..Venessa Holmes</w:t>
                            </w:r>
                          </w:p>
                          <w:p w:rsidR="007719FC" w:rsidRDefault="007719FC" w:rsidP="006C1B09">
                            <w:pPr>
                              <w:jc w:val="center"/>
                              <w:rPr>
                                <w:sz w:val="18"/>
                                <w:szCs w:val="18"/>
                              </w:rPr>
                            </w:pPr>
                            <w:r>
                              <w:rPr>
                                <w:sz w:val="18"/>
                                <w:szCs w:val="18"/>
                              </w:rPr>
                              <w:t>Assistant Director …..Amathy Sanderson</w:t>
                            </w:r>
                          </w:p>
                          <w:p w:rsidR="007719FC" w:rsidRDefault="007719FC" w:rsidP="006C1B09">
                            <w:pPr>
                              <w:jc w:val="center"/>
                              <w:rPr>
                                <w:sz w:val="18"/>
                                <w:szCs w:val="18"/>
                              </w:rPr>
                            </w:pPr>
                            <w:r>
                              <w:rPr>
                                <w:sz w:val="18"/>
                                <w:szCs w:val="18"/>
                              </w:rPr>
                              <w:t>Technical Director …..David Medlin</w:t>
                            </w:r>
                          </w:p>
                          <w:p w:rsidR="007719FC" w:rsidRDefault="007719FC" w:rsidP="006C1B09">
                            <w:pPr>
                              <w:jc w:val="center"/>
                              <w:rPr>
                                <w:sz w:val="18"/>
                                <w:szCs w:val="18"/>
                              </w:rPr>
                            </w:pPr>
                            <w:r>
                              <w:rPr>
                                <w:sz w:val="18"/>
                                <w:szCs w:val="18"/>
                              </w:rPr>
                              <w:t>Light Board Operator …..Morgan Marraccini</w:t>
                            </w:r>
                          </w:p>
                          <w:p w:rsidR="007719FC" w:rsidRDefault="007719FC" w:rsidP="006C1B09">
                            <w:pPr>
                              <w:jc w:val="center"/>
                              <w:rPr>
                                <w:sz w:val="18"/>
                                <w:szCs w:val="18"/>
                              </w:rPr>
                            </w:pPr>
                            <w:r>
                              <w:rPr>
                                <w:sz w:val="18"/>
                                <w:szCs w:val="18"/>
                              </w:rPr>
                              <w:t>Stage Crew …..Bridget Fex</w:t>
                            </w:r>
                          </w:p>
                          <w:p w:rsidR="007719FC" w:rsidRDefault="007719FC" w:rsidP="006C1B09">
                            <w:pPr>
                              <w:jc w:val="center"/>
                              <w:rPr>
                                <w:sz w:val="18"/>
                                <w:szCs w:val="18"/>
                              </w:rPr>
                            </w:pPr>
                            <w:r>
                              <w:rPr>
                                <w:sz w:val="18"/>
                                <w:szCs w:val="18"/>
                              </w:rPr>
                              <w:t>Set Constructer …..Emily Fisher</w:t>
                            </w:r>
                          </w:p>
                          <w:p w:rsidR="007719FC" w:rsidRDefault="007719FC" w:rsidP="006C1B09">
                            <w:pPr>
                              <w:jc w:val="center"/>
                              <w:rPr>
                                <w:sz w:val="18"/>
                                <w:szCs w:val="18"/>
                              </w:rPr>
                            </w:pPr>
                            <w:r>
                              <w:rPr>
                                <w:sz w:val="18"/>
                                <w:szCs w:val="18"/>
                              </w:rPr>
                              <w:t>Sound Production …..Tonie Blackmon</w:t>
                            </w:r>
                          </w:p>
                          <w:p w:rsidR="007719FC" w:rsidRPr="006C1B09" w:rsidRDefault="007719FC" w:rsidP="006C1B09">
                            <w:pPr>
                              <w:jc w:val="center"/>
                              <w:rPr>
                                <w:sz w:val="18"/>
                                <w:szCs w:val="18"/>
                              </w:rPr>
                            </w:pPr>
                          </w:p>
                          <w:p w:rsidR="006C1B09" w:rsidRDefault="008D5EFD" w:rsidP="006C1B09">
                            <w:pPr>
                              <w:jc w:val="center"/>
                              <w:rPr>
                                <w:sz w:val="28"/>
                                <w:szCs w:val="28"/>
                              </w:rPr>
                            </w:pPr>
                            <w:r>
                              <w:rPr>
                                <w:sz w:val="28"/>
                                <w:szCs w:val="28"/>
                              </w:rPr>
                              <w:t>Dear Audience,</w:t>
                            </w:r>
                          </w:p>
                          <w:p w:rsidR="008D5EFD" w:rsidRDefault="008D5EFD" w:rsidP="006C1B09">
                            <w:pPr>
                              <w:jc w:val="center"/>
                              <w:rPr>
                                <w:sz w:val="22"/>
                                <w:szCs w:val="22"/>
                              </w:rPr>
                            </w:pPr>
                            <w:r>
                              <w:rPr>
                                <w:sz w:val="22"/>
                                <w:szCs w:val="22"/>
                              </w:rPr>
                              <w:t>Thank you for coming to our production and supporting Ashley Theatre. Please be considerate of the performers and other audience members by turning off your cell phones and other electronic devices. No flash photography or video/digital recording is allowed. Please do not enter or exit the theatre during the performance; there will be a ten minute intermission between acts.</w:t>
                            </w:r>
                          </w:p>
                          <w:p w:rsidR="008D5EFD" w:rsidRDefault="008D5EFD" w:rsidP="006C1B09">
                            <w:pPr>
                              <w:jc w:val="center"/>
                              <w:rPr>
                                <w:sz w:val="22"/>
                                <w:szCs w:val="22"/>
                              </w:rPr>
                            </w:pPr>
                            <w:r>
                              <w:rPr>
                                <w:sz w:val="22"/>
                                <w:szCs w:val="22"/>
                              </w:rPr>
                              <w:tab/>
                              <w:t>These students have worked incredibly hard and I hope you have as much fun watching them as they do performing.</w:t>
                            </w:r>
                          </w:p>
                          <w:p w:rsidR="008D5EFD" w:rsidRPr="008D5EFD" w:rsidRDefault="008D5EFD" w:rsidP="006C1B09">
                            <w:pPr>
                              <w:jc w:val="center"/>
                              <w:rPr>
                                <w:sz w:val="22"/>
                                <w:szCs w:val="22"/>
                              </w:rPr>
                            </w:pPr>
                            <w:r>
                              <w:rPr>
                                <w:sz w:val="22"/>
                                <w:szCs w:val="22"/>
                              </w:rPr>
                              <w:tab/>
                            </w:r>
                            <w:r>
                              <w:rPr>
                                <w:sz w:val="22"/>
                                <w:szCs w:val="22"/>
                              </w:rPr>
                              <w:tab/>
                            </w:r>
                            <w:r>
                              <w:rPr>
                                <w:sz w:val="22"/>
                                <w:szCs w:val="22"/>
                              </w:rPr>
                              <w:tab/>
                              <w:t>Thank you!</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margin-left:432.55pt;margin-top:141.05pt;width:250.55pt;height:306.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9xMuA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" filled="f" stroked="f">
                <v:textbox style="mso-fit-shape-to-text:t">
                  <w:txbxContent>
                    <w:p w:rsidR="006C1B09" w:rsidRDefault="006C1B09" w:rsidP="006C1B09">
                      <w:pPr>
                        <w:jc w:val="center"/>
                        <w:rPr>
                          <w:sz w:val="40"/>
                          <w:szCs w:val="40"/>
                        </w:rPr>
                      </w:pPr>
                      <w:r w:rsidRPr="006C1B09">
                        <w:rPr>
                          <w:sz w:val="40"/>
                          <w:szCs w:val="40"/>
                        </w:rPr>
                        <w:t>Crew</w:t>
                      </w:r>
                    </w:p>
                    <w:p w:rsidR="006C1B09" w:rsidRDefault="006C1B09" w:rsidP="006C1B09">
                      <w:pPr>
                        <w:jc w:val="center"/>
                        <w:rPr>
                          <w:sz w:val="18"/>
                          <w:szCs w:val="18"/>
                        </w:rPr>
                      </w:pPr>
                    </w:p>
                    <w:p w:rsidR="006C1B09" w:rsidRDefault="007719FC" w:rsidP="006C1B09">
                      <w:pPr>
                        <w:jc w:val="center"/>
                        <w:rPr>
                          <w:sz w:val="18"/>
                          <w:szCs w:val="18"/>
                        </w:rPr>
                      </w:pPr>
                      <w:r>
                        <w:rPr>
                          <w:sz w:val="18"/>
                          <w:szCs w:val="18"/>
                        </w:rPr>
                        <w:t>Director …..Venessa Holmes</w:t>
                      </w:r>
                    </w:p>
                    <w:p w:rsidR="007719FC" w:rsidRDefault="007719FC" w:rsidP="006C1B09">
                      <w:pPr>
                        <w:jc w:val="center"/>
                        <w:rPr>
                          <w:sz w:val="18"/>
                          <w:szCs w:val="18"/>
                        </w:rPr>
                      </w:pPr>
                      <w:r>
                        <w:rPr>
                          <w:sz w:val="18"/>
                          <w:szCs w:val="18"/>
                        </w:rPr>
                        <w:t>Assistant Director …..Amathy Sanderson</w:t>
                      </w:r>
                    </w:p>
                    <w:p w:rsidR="007719FC" w:rsidRDefault="007719FC" w:rsidP="006C1B09">
                      <w:pPr>
                        <w:jc w:val="center"/>
                        <w:rPr>
                          <w:sz w:val="18"/>
                          <w:szCs w:val="18"/>
                        </w:rPr>
                      </w:pPr>
                      <w:r>
                        <w:rPr>
                          <w:sz w:val="18"/>
                          <w:szCs w:val="18"/>
                        </w:rPr>
                        <w:t>Technical Director …..David Medlin</w:t>
                      </w:r>
                    </w:p>
                    <w:p w:rsidR="007719FC" w:rsidRDefault="007719FC" w:rsidP="006C1B09">
                      <w:pPr>
                        <w:jc w:val="center"/>
                        <w:rPr>
                          <w:sz w:val="18"/>
                          <w:szCs w:val="18"/>
                        </w:rPr>
                      </w:pPr>
                      <w:r>
                        <w:rPr>
                          <w:sz w:val="18"/>
                          <w:szCs w:val="18"/>
                        </w:rPr>
                        <w:t>Light Board Operator …..Morgan Marraccini</w:t>
                      </w:r>
                    </w:p>
                    <w:p w:rsidR="007719FC" w:rsidRDefault="007719FC" w:rsidP="006C1B09">
                      <w:pPr>
                        <w:jc w:val="center"/>
                        <w:rPr>
                          <w:sz w:val="18"/>
                          <w:szCs w:val="18"/>
                        </w:rPr>
                      </w:pPr>
                      <w:r>
                        <w:rPr>
                          <w:sz w:val="18"/>
                          <w:szCs w:val="18"/>
                        </w:rPr>
                        <w:t>Stage Crew …..Bridget Fex</w:t>
                      </w:r>
                    </w:p>
                    <w:p w:rsidR="007719FC" w:rsidRDefault="007719FC" w:rsidP="006C1B09">
                      <w:pPr>
                        <w:jc w:val="center"/>
                        <w:rPr>
                          <w:sz w:val="18"/>
                          <w:szCs w:val="18"/>
                        </w:rPr>
                      </w:pPr>
                      <w:r>
                        <w:rPr>
                          <w:sz w:val="18"/>
                          <w:szCs w:val="18"/>
                        </w:rPr>
                        <w:t>Set Constructer …..Emily Fisher</w:t>
                      </w:r>
                    </w:p>
                    <w:p w:rsidR="007719FC" w:rsidRDefault="007719FC" w:rsidP="006C1B09">
                      <w:pPr>
                        <w:jc w:val="center"/>
                        <w:rPr>
                          <w:sz w:val="18"/>
                          <w:szCs w:val="18"/>
                        </w:rPr>
                      </w:pPr>
                      <w:r>
                        <w:rPr>
                          <w:sz w:val="18"/>
                          <w:szCs w:val="18"/>
                        </w:rPr>
                        <w:t>Sound Production …..Tonie Blackmon</w:t>
                      </w:r>
                    </w:p>
                    <w:p w:rsidR="007719FC" w:rsidRPr="006C1B09" w:rsidRDefault="007719FC" w:rsidP="006C1B09">
                      <w:pPr>
                        <w:jc w:val="center"/>
                        <w:rPr>
                          <w:sz w:val="18"/>
                          <w:szCs w:val="18"/>
                        </w:rPr>
                      </w:pPr>
                    </w:p>
                    <w:p w:rsidR="006C1B09" w:rsidRDefault="008D5EFD" w:rsidP="006C1B09">
                      <w:pPr>
                        <w:jc w:val="center"/>
                        <w:rPr>
                          <w:sz w:val="28"/>
                          <w:szCs w:val="28"/>
                        </w:rPr>
                      </w:pPr>
                      <w:r>
                        <w:rPr>
                          <w:sz w:val="28"/>
                          <w:szCs w:val="28"/>
                        </w:rPr>
                        <w:t>Dear Audience,</w:t>
                      </w:r>
                    </w:p>
                    <w:p w:rsidR="008D5EFD" w:rsidRDefault="008D5EFD" w:rsidP="006C1B09">
                      <w:pPr>
                        <w:jc w:val="center"/>
                        <w:rPr>
                          <w:sz w:val="22"/>
                          <w:szCs w:val="22"/>
                        </w:rPr>
                      </w:pPr>
                      <w:r>
                        <w:rPr>
                          <w:sz w:val="22"/>
                          <w:szCs w:val="22"/>
                        </w:rPr>
                        <w:t>Thank you for coming to our production and supporting Ashley Theatre. Please be considerate of the performers and other audience members by turning off your cell phones and other electronic devices. No flash photography or video/digital recording is allowed. Please do not enter or exit the theatre during the performance; there will be a ten minute intermission between acts.</w:t>
                      </w:r>
                    </w:p>
                    <w:p w:rsidR="008D5EFD" w:rsidRDefault="008D5EFD" w:rsidP="006C1B09">
                      <w:pPr>
                        <w:jc w:val="center"/>
                        <w:rPr>
                          <w:sz w:val="22"/>
                          <w:szCs w:val="22"/>
                        </w:rPr>
                      </w:pPr>
                      <w:r>
                        <w:rPr>
                          <w:sz w:val="22"/>
                          <w:szCs w:val="22"/>
                        </w:rPr>
                        <w:tab/>
                        <w:t>These students have worked incredibly hard and I hope you have as much fun watching them as they do performing.</w:t>
                      </w:r>
                    </w:p>
                    <w:p w:rsidR="008D5EFD" w:rsidRPr="008D5EFD" w:rsidRDefault="008D5EFD" w:rsidP="006C1B09">
                      <w:pPr>
                        <w:jc w:val="center"/>
                        <w:rPr>
                          <w:sz w:val="22"/>
                          <w:szCs w:val="22"/>
                        </w:rPr>
                      </w:pPr>
                      <w:r>
                        <w:rPr>
                          <w:sz w:val="22"/>
                          <w:szCs w:val="22"/>
                        </w:rPr>
                        <w:tab/>
                      </w:r>
                      <w:r>
                        <w:rPr>
                          <w:sz w:val="22"/>
                          <w:szCs w:val="22"/>
                        </w:rPr>
                        <w:tab/>
                      </w:r>
                      <w:r>
                        <w:rPr>
                          <w:sz w:val="22"/>
                          <w:szCs w:val="22"/>
                        </w:rPr>
                        <w:tab/>
                        <w:t>Thank you!</w:t>
                      </w:r>
                    </w:p>
                  </w:txbxContent>
                </v:textbox>
                <w10:wrap anchorx="page" anchory="page"/>
              </v:shape>
            </w:pict>
          </mc:Fallback>
        </mc:AlternateContent>
      </w:r>
      <w:r>
        <w:rPr>
          <w:noProof/>
          <w:lang w:eastAsia="en-US"/>
        </w:rPr>
        <mc:AlternateContent>
          <mc:Choice Requires="wps">
            <w:drawing>
              <wp:anchor distT="0" distB="0" distL="114300" distR="114300" simplePos="0" relativeHeight="251651579" behindDoc="1" locked="0" layoutInCell="1" allowOverlap="1">
                <wp:simplePos x="0" y="0"/>
                <wp:positionH relativeFrom="column">
                  <wp:posOffset>-160655</wp:posOffset>
                </wp:positionH>
                <wp:positionV relativeFrom="paragraph">
                  <wp:posOffset>990600</wp:posOffset>
                </wp:positionV>
                <wp:extent cx="3467100" cy="4826000"/>
                <wp:effectExtent l="6350" t="9525" r="12700" b="31750"/>
                <wp:wrapNone/>
                <wp:docPr id="1"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4826000"/>
                        </a:xfrm>
                        <a:prstGeom prst="roundRect">
                          <a:avLst>
                            <a:gd name="adj" fmla="val 16667"/>
                          </a:avLst>
                        </a:prstGeom>
                        <a:gradFill rotWithShape="0">
                          <a:gsLst>
                            <a:gs pos="0">
                              <a:schemeClr val="lt1">
                                <a:lumMod val="100000"/>
                                <a:lumOff val="0"/>
                              </a:schemeClr>
                            </a:gs>
                            <a:gs pos="100000">
                              <a:schemeClr val="accent4">
                                <a:lumMod val="40000"/>
                                <a:lumOff val="60000"/>
                              </a:schemeClr>
                            </a:gs>
                          </a:gsLst>
                          <a:lin ang="5400000" scaled="1"/>
                        </a:gradFill>
                        <a:ln w="12700" cmpd="sng">
                          <a:solidFill>
                            <a:schemeClr val="accent4">
                              <a:lumMod val="60000"/>
                              <a:lumOff val="40000"/>
                            </a:schemeClr>
                          </a:solidFill>
                          <a:prstDash val="solid"/>
                          <a:round/>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26" style="position:absolute;margin-left:-12.65pt;margin-top:78pt;width:273pt;height:380pt;z-index:-2516649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" fillcolor="white [3201]" strokecolor="#b2a1c7 [1943]" strokeweight="1pt">
                <v:fill color2="#ccc0d9 [1303]" focus="100%" type="gradient"/>
                <v:shadow on="t" color="#3f3151 [1607]" opacity=".5" offset="1pt"/>
              </v:roundrect>
            </w:pict>
          </mc:Fallback>
        </mc:AlternateContent>
      </w:r>
    </w:p>
    <w:sectPr w:rsidR="00666BFA" w:rsidRPr="00E95E29" w:rsidSect="00036528">
      <w:pgSz w:w="15840" w:h="12240" w:orient="landscape"/>
      <w:pgMar w:top="720" w:right="734" w:bottom="720" w:left="720" w:header="720" w:footer="720" w:gutter="0"/>
      <w:pgBorders w:offsetFrom="page">
        <w:top w:val="thickThinMediumGap" w:sz="24" w:space="24" w:color="7030A0"/>
        <w:left w:val="thickThinMediumGap" w:sz="24" w:space="24" w:color="7030A0"/>
        <w:bottom w:val="thinThickMediumGap" w:sz="24" w:space="24" w:color="7030A0"/>
        <w:right w:val="thinThickMediumGap" w:sz="24" w:space="24" w:color="7030A0"/>
      </w:pgBorders>
      <w:cols w:num="2" w:space="14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0"/>
  <w:drawingGridVerticalSpacing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528"/>
    <w:rsid w:val="00003515"/>
    <w:rsid w:val="0001664F"/>
    <w:rsid w:val="000268C0"/>
    <w:rsid w:val="00036528"/>
    <w:rsid w:val="000B7097"/>
    <w:rsid w:val="000D3A68"/>
    <w:rsid w:val="0016125D"/>
    <w:rsid w:val="00180446"/>
    <w:rsid w:val="001E2BA8"/>
    <w:rsid w:val="00234D92"/>
    <w:rsid w:val="00247536"/>
    <w:rsid w:val="002517A9"/>
    <w:rsid w:val="00254578"/>
    <w:rsid w:val="0032777B"/>
    <w:rsid w:val="00356298"/>
    <w:rsid w:val="003B0E12"/>
    <w:rsid w:val="00535E49"/>
    <w:rsid w:val="00555BD1"/>
    <w:rsid w:val="00597416"/>
    <w:rsid w:val="00666BFA"/>
    <w:rsid w:val="00675FE7"/>
    <w:rsid w:val="006B1211"/>
    <w:rsid w:val="006B712E"/>
    <w:rsid w:val="006C1B09"/>
    <w:rsid w:val="00744094"/>
    <w:rsid w:val="007719FC"/>
    <w:rsid w:val="00780C34"/>
    <w:rsid w:val="007945D9"/>
    <w:rsid w:val="008408AE"/>
    <w:rsid w:val="00854971"/>
    <w:rsid w:val="00866482"/>
    <w:rsid w:val="00881511"/>
    <w:rsid w:val="00884D58"/>
    <w:rsid w:val="008D5EFD"/>
    <w:rsid w:val="00937CA9"/>
    <w:rsid w:val="009A077E"/>
    <w:rsid w:val="009C0E95"/>
    <w:rsid w:val="00A02551"/>
    <w:rsid w:val="00A4640E"/>
    <w:rsid w:val="00A57F28"/>
    <w:rsid w:val="00A62E82"/>
    <w:rsid w:val="00A91416"/>
    <w:rsid w:val="00AB2AEF"/>
    <w:rsid w:val="00AC6E60"/>
    <w:rsid w:val="00B06E7D"/>
    <w:rsid w:val="00BA2E72"/>
    <w:rsid w:val="00BE7380"/>
    <w:rsid w:val="00CB3251"/>
    <w:rsid w:val="00CB6438"/>
    <w:rsid w:val="00D25B06"/>
    <w:rsid w:val="00D3672C"/>
    <w:rsid w:val="00D538A9"/>
    <w:rsid w:val="00DA5C51"/>
    <w:rsid w:val="00E95E29"/>
    <w:rsid w:val="00EA09CC"/>
    <w:rsid w:val="00F16DCD"/>
    <w:rsid w:val="00F51DD5"/>
    <w:rsid w:val="00FB4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fillcolor="none [3201]" strokecolor="none [1943]">
      <v:fill color="none [3201]" color2="none [1303]" focusposition="1" focussize="" focus="100%" type="gradient"/>
      <v:stroke color="none [1943]" weight="1pt"/>
      <v:shadow on="t" type="perspective" color="none [1607]" opacity=".5" offset="1pt" offset2="-3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3251"/>
    <w:rPr>
      <w:rFonts w:ascii="Trebuchet MS" w:hAnsi="Trebuchet MS"/>
      <w:sz w:val="24"/>
      <w:szCs w:val="24"/>
      <w:lang w:eastAsia="ja-JP"/>
    </w:rPr>
  </w:style>
  <w:style w:type="paragraph" w:styleId="Heading1">
    <w:name w:val="heading 1"/>
    <w:basedOn w:val="Normal"/>
    <w:next w:val="Normal"/>
    <w:link w:val="Heading1Char"/>
    <w:qFormat/>
    <w:rsid w:val="00247536"/>
    <w:pPr>
      <w:spacing w:after="240"/>
      <w:jc w:val="right"/>
      <w:outlineLvl w:val="0"/>
    </w:pPr>
    <w:rPr>
      <w:b/>
      <w:sz w:val="36"/>
    </w:rPr>
  </w:style>
  <w:style w:type="paragraph" w:styleId="Heading2">
    <w:name w:val="heading 2"/>
    <w:basedOn w:val="Normal"/>
    <w:next w:val="Normal"/>
    <w:qFormat/>
    <w:rsid w:val="00254578"/>
    <w:pPr>
      <w:spacing w:after="40"/>
      <w:jc w:val="right"/>
      <w:outlineLvl w:val="1"/>
    </w:pPr>
    <w:rPr>
      <w:i/>
      <w:sz w:val="16"/>
    </w:rPr>
  </w:style>
  <w:style w:type="paragraph" w:styleId="Heading3">
    <w:name w:val="heading 3"/>
    <w:basedOn w:val="Normal"/>
    <w:next w:val="Normal"/>
    <w:qFormat/>
    <w:rsid w:val="0001664F"/>
    <w:pPr>
      <w:jc w:val="right"/>
      <w:outlineLvl w:val="2"/>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A62E82"/>
    <w:rPr>
      <w:rFonts w:ascii="Tahoma" w:hAnsi="Tahoma" w:cs="Tahoma"/>
      <w:sz w:val="16"/>
      <w:szCs w:val="16"/>
    </w:rPr>
  </w:style>
  <w:style w:type="character" w:customStyle="1" w:styleId="Heading1Char">
    <w:name w:val="Heading 1 Char"/>
    <w:basedOn w:val="DefaultParagraphFont"/>
    <w:link w:val="Heading1"/>
    <w:rsid w:val="00247536"/>
    <w:rPr>
      <w:rFonts w:ascii="Trebuchet MS" w:eastAsia="MS Mincho" w:hAnsi="Trebuchet MS"/>
      <w:b/>
      <w:sz w:val="36"/>
      <w:szCs w:val="24"/>
      <w:lang w:val="en-US" w:eastAsia="ja-JP" w:bidi="ar-SA"/>
    </w:rPr>
  </w:style>
  <w:style w:type="paragraph" w:customStyle="1" w:styleId="InsideText">
    <w:name w:val="Inside Text"/>
    <w:basedOn w:val="Normal"/>
    <w:rsid w:val="00247536"/>
    <w:pPr>
      <w:tabs>
        <w:tab w:val="left" w:pos="2880"/>
      </w:tabs>
      <w:spacing w:after="180"/>
    </w:pPr>
    <w:rPr>
      <w:sz w:val="18"/>
    </w:rPr>
  </w:style>
  <w:style w:type="paragraph" w:customStyle="1" w:styleId="InsideHeadings">
    <w:name w:val="Inside Headings"/>
    <w:basedOn w:val="Normal"/>
    <w:rsid w:val="00247536"/>
    <w:pPr>
      <w:spacing w:after="240"/>
    </w:pPr>
    <w:rPr>
      <w:b/>
      <w:color w:val="2AAAC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3251"/>
    <w:rPr>
      <w:rFonts w:ascii="Trebuchet MS" w:hAnsi="Trebuchet MS"/>
      <w:sz w:val="24"/>
      <w:szCs w:val="24"/>
      <w:lang w:eastAsia="ja-JP"/>
    </w:rPr>
  </w:style>
  <w:style w:type="paragraph" w:styleId="Heading1">
    <w:name w:val="heading 1"/>
    <w:basedOn w:val="Normal"/>
    <w:next w:val="Normal"/>
    <w:link w:val="Heading1Char"/>
    <w:qFormat/>
    <w:rsid w:val="00247536"/>
    <w:pPr>
      <w:spacing w:after="240"/>
      <w:jc w:val="right"/>
      <w:outlineLvl w:val="0"/>
    </w:pPr>
    <w:rPr>
      <w:b/>
      <w:sz w:val="36"/>
    </w:rPr>
  </w:style>
  <w:style w:type="paragraph" w:styleId="Heading2">
    <w:name w:val="heading 2"/>
    <w:basedOn w:val="Normal"/>
    <w:next w:val="Normal"/>
    <w:qFormat/>
    <w:rsid w:val="00254578"/>
    <w:pPr>
      <w:spacing w:after="40"/>
      <w:jc w:val="right"/>
      <w:outlineLvl w:val="1"/>
    </w:pPr>
    <w:rPr>
      <w:i/>
      <w:sz w:val="16"/>
    </w:rPr>
  </w:style>
  <w:style w:type="paragraph" w:styleId="Heading3">
    <w:name w:val="heading 3"/>
    <w:basedOn w:val="Normal"/>
    <w:next w:val="Normal"/>
    <w:qFormat/>
    <w:rsid w:val="0001664F"/>
    <w:pPr>
      <w:jc w:val="right"/>
      <w:outlineLvl w:val="2"/>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A62E82"/>
    <w:rPr>
      <w:rFonts w:ascii="Tahoma" w:hAnsi="Tahoma" w:cs="Tahoma"/>
      <w:sz w:val="16"/>
      <w:szCs w:val="16"/>
    </w:rPr>
  </w:style>
  <w:style w:type="character" w:customStyle="1" w:styleId="Heading1Char">
    <w:name w:val="Heading 1 Char"/>
    <w:basedOn w:val="DefaultParagraphFont"/>
    <w:link w:val="Heading1"/>
    <w:rsid w:val="00247536"/>
    <w:rPr>
      <w:rFonts w:ascii="Trebuchet MS" w:eastAsia="MS Mincho" w:hAnsi="Trebuchet MS"/>
      <w:b/>
      <w:sz w:val="36"/>
      <w:szCs w:val="24"/>
      <w:lang w:val="en-US" w:eastAsia="ja-JP" w:bidi="ar-SA"/>
    </w:rPr>
  </w:style>
  <w:style w:type="paragraph" w:customStyle="1" w:styleId="InsideText">
    <w:name w:val="Inside Text"/>
    <w:basedOn w:val="Normal"/>
    <w:rsid w:val="00247536"/>
    <w:pPr>
      <w:tabs>
        <w:tab w:val="left" w:pos="2880"/>
      </w:tabs>
      <w:spacing w:after="180"/>
    </w:pPr>
    <w:rPr>
      <w:sz w:val="18"/>
    </w:rPr>
  </w:style>
  <w:style w:type="paragraph" w:customStyle="1" w:styleId="InsideHeadings">
    <w:name w:val="Inside Headings"/>
    <w:basedOn w:val="Normal"/>
    <w:rsid w:val="00247536"/>
    <w:pPr>
      <w:spacing w:after="240"/>
    </w:pPr>
    <w:rPr>
      <w:b/>
      <w:color w:val="2AAAC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RAFFO\Application%20Data\Microsoft\Templates\School%20concert%20event%20progra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School concert event program</Template>
  <TotalTime>0</TotalTime>
  <Pages>2</Pages>
  <Words>1</Words>
  <Characters>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cp:lastPrinted>2004-01-07T18:22:00Z</cp:lastPrinted>
  <dcterms:created xsi:type="dcterms:W3CDTF">2011-09-22T17:38:00Z</dcterms:created>
  <dcterms:modified xsi:type="dcterms:W3CDTF">2011-09-22T17:38:00Z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TC010184341033</vt:lpwstr>
  </property>
</Properties>
</file>